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B13887" w14:textId="26E6CB4A" w:rsidR="006E5D65" w:rsidRPr="000B4314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0B4314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CD6897" w:rsidRPr="000B4314">
        <w:rPr>
          <w:rFonts w:ascii="Corbel" w:hAnsi="Corbel"/>
          <w:b/>
          <w:bCs/>
          <w:sz w:val="24"/>
          <w:szCs w:val="24"/>
        </w:rPr>
        <w:tab/>
      </w:r>
      <w:r w:rsidR="00D8678B" w:rsidRPr="000B4314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0B4314">
        <w:rPr>
          <w:rFonts w:ascii="Corbel" w:hAnsi="Corbel"/>
          <w:bCs/>
          <w:i/>
          <w:sz w:val="24"/>
          <w:szCs w:val="24"/>
        </w:rPr>
        <w:t>1.5</w:t>
      </w:r>
      <w:r w:rsidR="00D8678B" w:rsidRPr="000B4314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0B4314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0B4314">
        <w:rPr>
          <w:rFonts w:ascii="Corbel" w:hAnsi="Corbel"/>
          <w:bCs/>
          <w:i/>
          <w:sz w:val="24"/>
          <w:szCs w:val="24"/>
        </w:rPr>
        <w:t xml:space="preserve"> nr </w:t>
      </w:r>
      <w:r w:rsidR="00DC7789">
        <w:rPr>
          <w:rFonts w:ascii="Corbel" w:hAnsi="Corbel"/>
          <w:bCs/>
          <w:i/>
          <w:sz w:val="24"/>
          <w:szCs w:val="24"/>
        </w:rPr>
        <w:t>7</w:t>
      </w:r>
      <w:r w:rsidR="00F17567" w:rsidRPr="000B4314">
        <w:rPr>
          <w:rFonts w:ascii="Corbel" w:hAnsi="Corbel"/>
          <w:bCs/>
          <w:i/>
          <w:sz w:val="24"/>
          <w:szCs w:val="24"/>
        </w:rPr>
        <w:t>/20</w:t>
      </w:r>
      <w:r w:rsidR="00DC7789">
        <w:rPr>
          <w:rFonts w:ascii="Corbel" w:hAnsi="Corbel"/>
          <w:bCs/>
          <w:i/>
          <w:sz w:val="24"/>
          <w:szCs w:val="24"/>
        </w:rPr>
        <w:t>23</w:t>
      </w:r>
    </w:p>
    <w:p w14:paraId="0CD26B16" w14:textId="77777777" w:rsidR="0085747A" w:rsidRPr="000B4314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B4314">
        <w:rPr>
          <w:rFonts w:ascii="Corbel" w:hAnsi="Corbel"/>
          <w:b/>
          <w:smallCaps/>
          <w:sz w:val="24"/>
          <w:szCs w:val="24"/>
        </w:rPr>
        <w:t>SYLABUS</w:t>
      </w:r>
    </w:p>
    <w:p w14:paraId="7F62EEE0" w14:textId="27F5DF32" w:rsidR="0085747A" w:rsidRPr="000B4314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0B4314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0B4314">
        <w:rPr>
          <w:rFonts w:ascii="Corbel" w:hAnsi="Corbel"/>
          <w:b/>
          <w:smallCaps/>
          <w:sz w:val="24"/>
          <w:szCs w:val="24"/>
        </w:rPr>
        <w:t xml:space="preserve"> </w:t>
      </w:r>
      <w:r w:rsidR="003E72EB" w:rsidRPr="000B4314">
        <w:rPr>
          <w:rFonts w:ascii="Corbel" w:hAnsi="Corbel"/>
          <w:b/>
          <w:smallCaps/>
          <w:sz w:val="24"/>
          <w:szCs w:val="24"/>
        </w:rPr>
        <w:t>20</w:t>
      </w:r>
      <w:r w:rsidR="0048088B">
        <w:rPr>
          <w:rFonts w:ascii="Corbel" w:hAnsi="Corbel"/>
          <w:b/>
          <w:smallCaps/>
          <w:sz w:val="24"/>
          <w:szCs w:val="24"/>
        </w:rPr>
        <w:t>2</w:t>
      </w:r>
      <w:r w:rsidR="001759FA">
        <w:rPr>
          <w:rFonts w:ascii="Corbel" w:hAnsi="Corbel"/>
          <w:b/>
          <w:smallCaps/>
          <w:sz w:val="24"/>
          <w:szCs w:val="24"/>
        </w:rPr>
        <w:t>3</w:t>
      </w:r>
      <w:r w:rsidR="003E72EB" w:rsidRPr="000B4314">
        <w:rPr>
          <w:rFonts w:ascii="Corbel" w:hAnsi="Corbel"/>
          <w:b/>
          <w:smallCaps/>
          <w:sz w:val="24"/>
          <w:szCs w:val="24"/>
        </w:rPr>
        <w:t xml:space="preserve"> - 20</w:t>
      </w:r>
      <w:r w:rsidR="0048088B">
        <w:rPr>
          <w:rFonts w:ascii="Corbel" w:hAnsi="Corbel"/>
          <w:b/>
          <w:smallCaps/>
          <w:sz w:val="24"/>
          <w:szCs w:val="24"/>
        </w:rPr>
        <w:t>2</w:t>
      </w:r>
      <w:r w:rsidR="001759FA">
        <w:rPr>
          <w:rFonts w:ascii="Corbel" w:hAnsi="Corbel"/>
          <w:b/>
          <w:smallCaps/>
          <w:sz w:val="24"/>
          <w:szCs w:val="24"/>
        </w:rPr>
        <w:t>6</w:t>
      </w:r>
    </w:p>
    <w:p w14:paraId="1172F6F2" w14:textId="77777777" w:rsidR="0085747A" w:rsidRPr="000B4314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0B4314">
        <w:rPr>
          <w:rFonts w:ascii="Corbel" w:hAnsi="Corbel"/>
          <w:i/>
          <w:sz w:val="24"/>
          <w:szCs w:val="24"/>
        </w:rPr>
        <w:t>(skrajne daty</w:t>
      </w:r>
      <w:r w:rsidR="0085747A" w:rsidRPr="000B4314">
        <w:rPr>
          <w:rFonts w:ascii="Corbel" w:hAnsi="Corbel"/>
          <w:sz w:val="24"/>
          <w:szCs w:val="24"/>
        </w:rPr>
        <w:t>)</w:t>
      </w:r>
    </w:p>
    <w:p w14:paraId="0278673A" w14:textId="41BA22E5" w:rsidR="00445970" w:rsidRPr="000B4314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ab/>
      </w:r>
      <w:r w:rsidRPr="000B4314">
        <w:rPr>
          <w:rFonts w:ascii="Corbel" w:hAnsi="Corbel"/>
          <w:sz w:val="24"/>
          <w:szCs w:val="24"/>
        </w:rPr>
        <w:tab/>
      </w:r>
      <w:r w:rsidRPr="000B4314">
        <w:rPr>
          <w:rFonts w:ascii="Corbel" w:hAnsi="Corbel"/>
          <w:sz w:val="24"/>
          <w:szCs w:val="24"/>
        </w:rPr>
        <w:tab/>
      </w:r>
      <w:r w:rsidRPr="000B4314">
        <w:rPr>
          <w:rFonts w:ascii="Corbel" w:hAnsi="Corbel"/>
          <w:sz w:val="24"/>
          <w:szCs w:val="24"/>
        </w:rPr>
        <w:tab/>
        <w:t xml:space="preserve">Rok akademicki   </w:t>
      </w:r>
      <w:r w:rsidR="00083F2E" w:rsidRPr="000B4314">
        <w:rPr>
          <w:rFonts w:ascii="Corbel" w:hAnsi="Corbel"/>
          <w:sz w:val="24"/>
          <w:szCs w:val="24"/>
        </w:rPr>
        <w:t>202</w:t>
      </w:r>
      <w:r w:rsidR="001759FA">
        <w:rPr>
          <w:rFonts w:ascii="Corbel" w:hAnsi="Corbel"/>
          <w:sz w:val="24"/>
          <w:szCs w:val="24"/>
        </w:rPr>
        <w:t>4</w:t>
      </w:r>
      <w:r w:rsidR="003E72EB" w:rsidRPr="000B4314">
        <w:rPr>
          <w:rFonts w:ascii="Corbel" w:hAnsi="Corbel"/>
          <w:sz w:val="24"/>
          <w:szCs w:val="24"/>
        </w:rPr>
        <w:t>/20</w:t>
      </w:r>
      <w:r w:rsidR="005B7616" w:rsidRPr="000B4314">
        <w:rPr>
          <w:rFonts w:ascii="Corbel" w:hAnsi="Corbel"/>
          <w:sz w:val="24"/>
          <w:szCs w:val="24"/>
        </w:rPr>
        <w:t>2</w:t>
      </w:r>
      <w:r w:rsidR="001759FA">
        <w:rPr>
          <w:rFonts w:ascii="Corbel" w:hAnsi="Corbel"/>
          <w:sz w:val="24"/>
          <w:szCs w:val="24"/>
        </w:rPr>
        <w:t>5</w:t>
      </w:r>
    </w:p>
    <w:p w14:paraId="601CD038" w14:textId="77777777" w:rsidR="0085747A" w:rsidRPr="000B431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C6CDE5F" w14:textId="77777777" w:rsidR="0085747A" w:rsidRPr="000B431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B4314">
        <w:rPr>
          <w:rFonts w:ascii="Corbel" w:hAnsi="Corbel"/>
          <w:szCs w:val="24"/>
        </w:rPr>
        <w:t xml:space="preserve">1. </w:t>
      </w:r>
      <w:r w:rsidR="0085747A" w:rsidRPr="000B4314">
        <w:rPr>
          <w:rFonts w:ascii="Corbel" w:hAnsi="Corbel"/>
          <w:szCs w:val="24"/>
        </w:rPr>
        <w:t xml:space="preserve">Podstawowe </w:t>
      </w:r>
      <w:r w:rsidR="00445970" w:rsidRPr="000B431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B4314" w14:paraId="00F3A2C1" w14:textId="77777777" w:rsidTr="00B819C8">
        <w:tc>
          <w:tcPr>
            <w:tcW w:w="2694" w:type="dxa"/>
            <w:vAlign w:val="center"/>
          </w:tcPr>
          <w:p w14:paraId="079BADD2" w14:textId="77777777" w:rsidR="0085747A" w:rsidRPr="000B43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67F374" w14:textId="77777777" w:rsidR="0085747A" w:rsidRPr="000B4314" w:rsidRDefault="006D2A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tworzenia materiałów multimedialnych z wydarzeń kulturalnych</w:t>
            </w:r>
          </w:p>
        </w:tc>
      </w:tr>
      <w:tr w:rsidR="0085747A" w:rsidRPr="000B4314" w14:paraId="36CF2DDE" w14:textId="77777777" w:rsidTr="00B819C8">
        <w:tc>
          <w:tcPr>
            <w:tcW w:w="2694" w:type="dxa"/>
            <w:vAlign w:val="center"/>
          </w:tcPr>
          <w:p w14:paraId="1DB77219" w14:textId="77777777" w:rsidR="0085747A" w:rsidRPr="000B431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B431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1A0F477" w14:textId="77777777" w:rsidR="0085747A" w:rsidRPr="000B431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0B4314" w14:paraId="0B72EE59" w14:textId="77777777" w:rsidTr="00B819C8">
        <w:tc>
          <w:tcPr>
            <w:tcW w:w="2694" w:type="dxa"/>
            <w:vAlign w:val="center"/>
          </w:tcPr>
          <w:p w14:paraId="451F7B6C" w14:textId="77777777" w:rsidR="0085747A" w:rsidRPr="000B4314" w:rsidRDefault="00521D4E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0B431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B431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3CEB141" w14:textId="77777777" w:rsidR="0085747A" w:rsidRPr="000B4314" w:rsidRDefault="000B43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B4314" w14:paraId="40DBACA2" w14:textId="77777777" w:rsidTr="00B819C8">
        <w:tc>
          <w:tcPr>
            <w:tcW w:w="2694" w:type="dxa"/>
            <w:vAlign w:val="center"/>
          </w:tcPr>
          <w:p w14:paraId="532E76BE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8E2985" w14:textId="77777777" w:rsidR="0085747A" w:rsidRPr="000B4314" w:rsidRDefault="000B431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0B4314" w14:paraId="3AA0ABF6" w14:textId="77777777" w:rsidTr="00B819C8">
        <w:tc>
          <w:tcPr>
            <w:tcW w:w="2694" w:type="dxa"/>
            <w:vAlign w:val="center"/>
          </w:tcPr>
          <w:p w14:paraId="467A8A1C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11240B" w14:textId="77777777" w:rsidR="0085747A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083F2E" w:rsidRPr="000B4314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791ACF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0B4314" w14:paraId="762E3011" w14:textId="77777777" w:rsidTr="00B819C8">
        <w:tc>
          <w:tcPr>
            <w:tcW w:w="2694" w:type="dxa"/>
            <w:vAlign w:val="center"/>
          </w:tcPr>
          <w:p w14:paraId="40F1E0C5" w14:textId="77777777" w:rsidR="0085747A" w:rsidRPr="000B431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48CEB2" w14:textId="77777777" w:rsidR="0085747A" w:rsidRPr="000B4314" w:rsidRDefault="00D037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E557A" w:rsidRPr="000B4314">
              <w:rPr>
                <w:rFonts w:ascii="Corbel" w:hAnsi="Corbel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0B4314" w14:paraId="03E9E9C1" w14:textId="77777777" w:rsidTr="00B819C8">
        <w:tc>
          <w:tcPr>
            <w:tcW w:w="2694" w:type="dxa"/>
            <w:vAlign w:val="center"/>
          </w:tcPr>
          <w:p w14:paraId="64F6FF39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AA2211" w14:textId="77777777" w:rsidR="0085747A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B4314" w14:paraId="28179C9F" w14:textId="77777777" w:rsidTr="00B819C8">
        <w:tc>
          <w:tcPr>
            <w:tcW w:w="2694" w:type="dxa"/>
            <w:vAlign w:val="center"/>
          </w:tcPr>
          <w:p w14:paraId="3FB94317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4FA91D" w14:textId="77777777" w:rsidR="0085747A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8D22D1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0B4314" w14:paraId="37E41EAB" w14:textId="77777777" w:rsidTr="00B819C8">
        <w:tc>
          <w:tcPr>
            <w:tcW w:w="2694" w:type="dxa"/>
            <w:vAlign w:val="center"/>
          </w:tcPr>
          <w:p w14:paraId="2CE0467F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B4314">
              <w:rPr>
                <w:rFonts w:ascii="Corbel" w:hAnsi="Corbel"/>
                <w:sz w:val="24"/>
                <w:szCs w:val="24"/>
              </w:rPr>
              <w:t>/y</w:t>
            </w:r>
            <w:r w:rsidRPr="000B431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FD3B99" w14:textId="77777777" w:rsidR="0085747A" w:rsidRPr="000B4314" w:rsidRDefault="005B76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 xml:space="preserve">Rok II/semestr </w:t>
            </w:r>
            <w:r w:rsidR="00723EBC">
              <w:rPr>
                <w:rFonts w:ascii="Corbel" w:hAnsi="Corbel"/>
                <w:b w:val="0"/>
                <w:sz w:val="24"/>
                <w:szCs w:val="24"/>
              </w:rPr>
              <w:t>IV</w:t>
            </w:r>
          </w:p>
        </w:tc>
      </w:tr>
      <w:tr w:rsidR="0085747A" w:rsidRPr="000B4314" w14:paraId="0DAB5B70" w14:textId="77777777" w:rsidTr="00B819C8">
        <w:tc>
          <w:tcPr>
            <w:tcW w:w="2694" w:type="dxa"/>
            <w:vAlign w:val="center"/>
          </w:tcPr>
          <w:p w14:paraId="457967E7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93E454" w14:textId="77777777" w:rsidR="0085747A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0B4314" w14:paraId="7ABE27D4" w14:textId="77777777" w:rsidTr="00B819C8">
        <w:tc>
          <w:tcPr>
            <w:tcW w:w="2694" w:type="dxa"/>
            <w:vAlign w:val="center"/>
          </w:tcPr>
          <w:p w14:paraId="01DF80E7" w14:textId="77777777" w:rsidR="00923D7D" w:rsidRPr="000B431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660CDA5" w14:textId="77777777" w:rsidR="00923D7D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B4314" w14:paraId="720F1AF9" w14:textId="77777777" w:rsidTr="00B819C8">
        <w:tc>
          <w:tcPr>
            <w:tcW w:w="2694" w:type="dxa"/>
            <w:vAlign w:val="center"/>
          </w:tcPr>
          <w:p w14:paraId="6C0AEEB8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A74E8AC" w14:textId="77777777" w:rsidR="0085747A" w:rsidRPr="000B4314" w:rsidRDefault="003E55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0B4314" w14:paraId="3A2EB00E" w14:textId="77777777" w:rsidTr="00B819C8">
        <w:tc>
          <w:tcPr>
            <w:tcW w:w="2694" w:type="dxa"/>
            <w:vAlign w:val="center"/>
          </w:tcPr>
          <w:p w14:paraId="488AB27A" w14:textId="77777777" w:rsidR="0085747A" w:rsidRPr="000B431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BEDBB14" w14:textId="77777777" w:rsidR="0085747A" w:rsidRPr="000B4314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C24CEFF" w14:textId="77777777" w:rsidR="00923D7D" w:rsidRPr="000B4314" w:rsidRDefault="0085747A" w:rsidP="000B4314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 xml:space="preserve">* </w:t>
      </w:r>
      <w:r w:rsidRPr="000B4314">
        <w:rPr>
          <w:rFonts w:ascii="Corbel" w:hAnsi="Corbel"/>
          <w:i/>
          <w:sz w:val="24"/>
          <w:szCs w:val="24"/>
        </w:rPr>
        <w:t>-</w:t>
      </w:r>
      <w:r w:rsidR="00B90885" w:rsidRPr="000B431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B4314">
        <w:rPr>
          <w:rFonts w:ascii="Corbel" w:hAnsi="Corbel"/>
          <w:b w:val="0"/>
          <w:sz w:val="24"/>
          <w:szCs w:val="24"/>
        </w:rPr>
        <w:t>e,</w:t>
      </w:r>
      <w:r w:rsidRPr="000B4314">
        <w:rPr>
          <w:rFonts w:ascii="Corbel" w:hAnsi="Corbel"/>
          <w:i/>
          <w:sz w:val="24"/>
          <w:szCs w:val="24"/>
        </w:rPr>
        <w:t xml:space="preserve"> </w:t>
      </w:r>
      <w:r w:rsidRPr="000B431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B4314">
        <w:rPr>
          <w:rFonts w:ascii="Corbel" w:hAnsi="Corbel"/>
          <w:b w:val="0"/>
          <w:i/>
          <w:sz w:val="24"/>
          <w:szCs w:val="24"/>
        </w:rPr>
        <w:t>w Jednostce</w:t>
      </w:r>
    </w:p>
    <w:p w14:paraId="1B25D22C" w14:textId="77777777" w:rsidR="0085747A" w:rsidRPr="000B431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>1.</w:t>
      </w:r>
      <w:r w:rsidR="00E22FBC" w:rsidRPr="000B4314">
        <w:rPr>
          <w:rFonts w:ascii="Corbel" w:hAnsi="Corbel"/>
          <w:sz w:val="24"/>
          <w:szCs w:val="24"/>
        </w:rPr>
        <w:t>1</w:t>
      </w:r>
      <w:r w:rsidRPr="000B431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4FCAB0B" w14:textId="77777777" w:rsidR="00923D7D" w:rsidRPr="000B431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0B4314" w14:paraId="77800A6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7C4B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Semestr</w:t>
            </w:r>
          </w:p>
          <w:p w14:paraId="2ABF2509" w14:textId="77777777" w:rsidR="00015B8F" w:rsidRPr="000B431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(</w:t>
            </w:r>
            <w:r w:rsidR="00363F78" w:rsidRPr="000B431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C914E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4314">
              <w:rPr>
                <w:rFonts w:ascii="Corbel" w:hAnsi="Corbel"/>
                <w:szCs w:val="24"/>
              </w:rPr>
              <w:t>Wykł</w:t>
            </w:r>
            <w:proofErr w:type="spellEnd"/>
            <w:r w:rsidRPr="000B43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F184E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4404E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4314">
              <w:rPr>
                <w:rFonts w:ascii="Corbel" w:hAnsi="Corbel"/>
                <w:szCs w:val="24"/>
              </w:rPr>
              <w:t>Konw</w:t>
            </w:r>
            <w:proofErr w:type="spellEnd"/>
            <w:r w:rsidRPr="000B43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3C442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DC3D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4314">
              <w:rPr>
                <w:rFonts w:ascii="Corbel" w:hAnsi="Corbel"/>
                <w:szCs w:val="24"/>
              </w:rPr>
              <w:t>Sem</w:t>
            </w:r>
            <w:proofErr w:type="spellEnd"/>
            <w:r w:rsidRPr="000B43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D5D8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D9675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B4314">
              <w:rPr>
                <w:rFonts w:ascii="Corbel" w:hAnsi="Corbel"/>
                <w:szCs w:val="24"/>
              </w:rPr>
              <w:t>Prakt</w:t>
            </w:r>
            <w:proofErr w:type="spellEnd"/>
            <w:r w:rsidRPr="000B4314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20249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B431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E870F" w14:textId="77777777" w:rsidR="00015B8F" w:rsidRPr="000B431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B4314">
              <w:rPr>
                <w:rFonts w:ascii="Corbel" w:hAnsi="Corbel"/>
                <w:b/>
                <w:szCs w:val="24"/>
              </w:rPr>
              <w:t>Liczba pkt</w:t>
            </w:r>
            <w:r w:rsidR="00B90885" w:rsidRPr="000B4314">
              <w:rPr>
                <w:rFonts w:ascii="Corbel" w:hAnsi="Corbel"/>
                <w:b/>
                <w:szCs w:val="24"/>
              </w:rPr>
              <w:t>.</w:t>
            </w:r>
            <w:r w:rsidRPr="000B431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0B4314" w14:paraId="04110DA4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492D" w14:textId="77777777" w:rsidR="00015B8F" w:rsidRPr="000B4314" w:rsidRDefault="001032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F8C6" w14:textId="77777777"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08AF6" w14:textId="77777777" w:rsidR="00015B8F" w:rsidRPr="000B4314" w:rsidRDefault="00CC549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FE0B3" w14:textId="77777777"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C0AFD" w14:textId="77777777"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958D" w14:textId="77777777"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35FC" w14:textId="77777777"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F6CF" w14:textId="77777777"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C637A" w14:textId="77777777" w:rsidR="00015B8F" w:rsidRPr="000B431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17F6" w14:textId="77777777" w:rsidR="00015B8F" w:rsidRPr="000B4314" w:rsidRDefault="005B76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D44F4D1" w14:textId="77777777" w:rsidR="00923D7D" w:rsidRPr="000B431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970BE27" w14:textId="77777777" w:rsidR="00923D7D" w:rsidRPr="000B4314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3BE243" w14:textId="77777777" w:rsidR="0085747A" w:rsidRPr="000B431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>1.</w:t>
      </w:r>
      <w:r w:rsidR="00E22FBC" w:rsidRPr="000B4314">
        <w:rPr>
          <w:rFonts w:ascii="Corbel" w:hAnsi="Corbel"/>
          <w:smallCaps w:val="0"/>
          <w:szCs w:val="24"/>
        </w:rPr>
        <w:t>2</w:t>
      </w:r>
      <w:r w:rsidR="00F83B28" w:rsidRPr="000B4314">
        <w:rPr>
          <w:rFonts w:ascii="Corbel" w:hAnsi="Corbel"/>
          <w:smallCaps w:val="0"/>
          <w:szCs w:val="24"/>
        </w:rPr>
        <w:t>.</w:t>
      </w:r>
      <w:r w:rsidR="00F83B28" w:rsidRPr="000B4314">
        <w:rPr>
          <w:rFonts w:ascii="Corbel" w:hAnsi="Corbel"/>
          <w:smallCaps w:val="0"/>
          <w:szCs w:val="24"/>
        </w:rPr>
        <w:tab/>
      </w:r>
      <w:r w:rsidRPr="000B4314">
        <w:rPr>
          <w:rFonts w:ascii="Corbel" w:hAnsi="Corbel"/>
          <w:smallCaps w:val="0"/>
          <w:szCs w:val="24"/>
        </w:rPr>
        <w:t xml:space="preserve">Sposób realizacji zajęć  </w:t>
      </w:r>
    </w:p>
    <w:p w14:paraId="15642D89" w14:textId="77777777" w:rsidR="0085747A" w:rsidRPr="000B4314" w:rsidRDefault="005B761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4314"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0B4314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0B4314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0B4314">
        <w:rPr>
          <w:rFonts w:ascii="Corbel" w:hAnsi="Corbel"/>
          <w:b w:val="0"/>
          <w:smallCaps w:val="0"/>
          <w:szCs w:val="24"/>
        </w:rPr>
        <w:t xml:space="preserve"> </w:t>
      </w:r>
    </w:p>
    <w:p w14:paraId="3F33AAB9" w14:textId="77777777" w:rsidR="0085747A" w:rsidRPr="000B4314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0B4314">
        <w:rPr>
          <w:rFonts w:ascii="MS Gothic" w:eastAsia="MS Gothic" w:hAnsi="MS Gothic" w:cs="MS Gothic" w:hint="eastAsia"/>
          <w:b w:val="0"/>
          <w:szCs w:val="24"/>
        </w:rPr>
        <w:t>☐</w:t>
      </w:r>
      <w:r w:rsidRPr="000B431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295FC3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4B8C8A" w14:textId="77777777" w:rsidR="00E22FBC" w:rsidRPr="000B431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1.3 </w:t>
      </w:r>
      <w:r w:rsidR="00F83B28" w:rsidRPr="000B4314">
        <w:rPr>
          <w:rFonts w:ascii="Corbel" w:hAnsi="Corbel"/>
          <w:smallCaps w:val="0"/>
          <w:szCs w:val="24"/>
        </w:rPr>
        <w:tab/>
      </w:r>
      <w:r w:rsidRPr="000B4314">
        <w:rPr>
          <w:rFonts w:ascii="Corbel" w:hAnsi="Corbel"/>
          <w:smallCaps w:val="0"/>
          <w:szCs w:val="24"/>
        </w:rPr>
        <w:t>For</w:t>
      </w:r>
      <w:r w:rsidR="00445970" w:rsidRPr="000B4314">
        <w:rPr>
          <w:rFonts w:ascii="Corbel" w:hAnsi="Corbel"/>
          <w:smallCaps w:val="0"/>
          <w:szCs w:val="24"/>
        </w:rPr>
        <w:t xml:space="preserve">ma zaliczenia przedmiotu </w:t>
      </w:r>
      <w:r w:rsidRPr="000B4314">
        <w:rPr>
          <w:rFonts w:ascii="Corbel" w:hAnsi="Corbel"/>
          <w:smallCaps w:val="0"/>
          <w:szCs w:val="24"/>
        </w:rPr>
        <w:t xml:space="preserve"> (z toku) </w:t>
      </w:r>
    </w:p>
    <w:p w14:paraId="5F5B55A9" w14:textId="77777777" w:rsidR="009C54AE" w:rsidRPr="000B4314" w:rsidRDefault="000717D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DF211D4" w14:textId="77777777" w:rsidR="00E960BB" w:rsidRPr="000B431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AA2DF43" w14:textId="77777777" w:rsidR="00E960BB" w:rsidRPr="000B43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B431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4314" w14:paraId="6A547364" w14:textId="77777777" w:rsidTr="00745302">
        <w:tc>
          <w:tcPr>
            <w:tcW w:w="9670" w:type="dxa"/>
          </w:tcPr>
          <w:p w14:paraId="355BE0BC" w14:textId="77777777" w:rsidR="0085747A" w:rsidRPr="000B4314" w:rsidRDefault="00275F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 komputerami opartymi na środowisku Windows</w:t>
            </w:r>
            <w:r w:rsidR="00CC5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zaliczenie przedmiotu </w:t>
            </w:r>
            <w:r w:rsidR="00A274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”J</w:t>
            </w:r>
            <w:r w:rsidR="00CC549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ęzyk komunikatów wizualnych</w:t>
            </w:r>
            <w:r w:rsidR="00A2743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</w:t>
            </w:r>
          </w:p>
          <w:p w14:paraId="20C96C82" w14:textId="77777777" w:rsidR="0085747A" w:rsidRPr="000B4314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4DBBE10" w14:textId="77777777" w:rsidR="00153C41" w:rsidRPr="000B4314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173385" w14:textId="77777777" w:rsidR="0085747A" w:rsidRPr="000B431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B4314">
        <w:rPr>
          <w:rFonts w:ascii="Corbel" w:hAnsi="Corbel"/>
          <w:szCs w:val="24"/>
        </w:rPr>
        <w:t>3.</w:t>
      </w:r>
      <w:r w:rsidR="0085747A" w:rsidRPr="000B4314">
        <w:rPr>
          <w:rFonts w:ascii="Corbel" w:hAnsi="Corbel"/>
          <w:szCs w:val="24"/>
        </w:rPr>
        <w:t xml:space="preserve"> </w:t>
      </w:r>
      <w:r w:rsidR="00A84C85" w:rsidRPr="000B4314">
        <w:rPr>
          <w:rFonts w:ascii="Corbel" w:hAnsi="Corbel"/>
          <w:szCs w:val="24"/>
        </w:rPr>
        <w:t>cele, efekty uczenia się</w:t>
      </w:r>
      <w:r w:rsidR="0085747A" w:rsidRPr="000B4314">
        <w:rPr>
          <w:rFonts w:ascii="Corbel" w:hAnsi="Corbel"/>
          <w:szCs w:val="24"/>
        </w:rPr>
        <w:t xml:space="preserve"> , treści Programowe i stosowane metody Dydaktyczne</w:t>
      </w:r>
    </w:p>
    <w:p w14:paraId="3E2048A3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8F6E74" w14:textId="77777777" w:rsidR="0085747A" w:rsidRPr="000B431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 xml:space="preserve">3.1 </w:t>
      </w:r>
      <w:r w:rsidR="00C05F44" w:rsidRPr="000B4314">
        <w:rPr>
          <w:rFonts w:ascii="Corbel" w:hAnsi="Corbel"/>
          <w:sz w:val="24"/>
          <w:szCs w:val="24"/>
        </w:rPr>
        <w:t>Cele przedmiotu</w:t>
      </w:r>
    </w:p>
    <w:p w14:paraId="548D3ECB" w14:textId="77777777" w:rsidR="00F83B28" w:rsidRPr="000B431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0B4314" w14:paraId="2F9E961F" w14:textId="77777777" w:rsidTr="00F50FB8">
        <w:tc>
          <w:tcPr>
            <w:tcW w:w="843" w:type="dxa"/>
            <w:vAlign w:val="center"/>
          </w:tcPr>
          <w:p w14:paraId="49AEC5E4" w14:textId="77777777" w:rsidR="0085747A" w:rsidRPr="000B4314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0EA94FE" w14:textId="77777777" w:rsidR="00AB25A9" w:rsidRPr="000B4314" w:rsidRDefault="00AB25A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Zapoznanie studentów z podstawami tworzenia materiałów multimedialnych</w:t>
            </w:r>
          </w:p>
          <w:p w14:paraId="5262B3F5" w14:textId="77777777" w:rsidR="0085747A" w:rsidRPr="000B4314" w:rsidRDefault="00BB329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B4314">
              <w:rPr>
                <w:rFonts w:ascii="Corbel" w:hAnsi="Corbel"/>
                <w:b w:val="0"/>
                <w:sz w:val="24"/>
                <w:szCs w:val="24"/>
              </w:rPr>
              <w:t>Kształtowanie</w:t>
            </w:r>
            <w:r w:rsidR="00AB25A9" w:rsidRPr="000B4314">
              <w:rPr>
                <w:rFonts w:ascii="Corbel" w:hAnsi="Corbel"/>
                <w:b w:val="0"/>
                <w:sz w:val="24"/>
                <w:szCs w:val="24"/>
              </w:rPr>
              <w:t xml:space="preserve"> i doskonalenie umiejętności koniecznych do </w:t>
            </w:r>
            <w:r w:rsidR="00F50FB8" w:rsidRPr="000B4314">
              <w:rPr>
                <w:rFonts w:ascii="Corbel" w:hAnsi="Corbel"/>
                <w:b w:val="0"/>
                <w:sz w:val="24"/>
                <w:szCs w:val="24"/>
              </w:rPr>
              <w:t xml:space="preserve"> podstawowej analizy, oceny oraz podstaw tworzenia materiałów multimedialnych</w:t>
            </w:r>
          </w:p>
        </w:tc>
      </w:tr>
    </w:tbl>
    <w:p w14:paraId="71F1EE1D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948B9FB" w14:textId="77777777" w:rsidR="001D7B54" w:rsidRPr="000B431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b/>
          <w:sz w:val="24"/>
          <w:szCs w:val="24"/>
        </w:rPr>
        <w:t xml:space="preserve">3.2 </w:t>
      </w:r>
      <w:r w:rsidR="001D7B54" w:rsidRPr="000B4314">
        <w:rPr>
          <w:rFonts w:ascii="Corbel" w:hAnsi="Corbel"/>
          <w:b/>
          <w:sz w:val="24"/>
          <w:szCs w:val="24"/>
        </w:rPr>
        <w:t xml:space="preserve">Efekty </w:t>
      </w:r>
      <w:r w:rsidR="00C05F44" w:rsidRPr="000B431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B4314">
        <w:rPr>
          <w:rFonts w:ascii="Corbel" w:hAnsi="Corbel"/>
          <w:b/>
          <w:sz w:val="24"/>
          <w:szCs w:val="24"/>
        </w:rPr>
        <w:t>dla przedmiotu</w:t>
      </w:r>
      <w:r w:rsidR="00445970" w:rsidRPr="000B4314">
        <w:rPr>
          <w:rFonts w:ascii="Corbel" w:hAnsi="Corbel"/>
          <w:sz w:val="24"/>
          <w:szCs w:val="24"/>
        </w:rPr>
        <w:t xml:space="preserve"> </w:t>
      </w:r>
    </w:p>
    <w:p w14:paraId="2613BE4F" w14:textId="77777777" w:rsidR="001D7B54" w:rsidRPr="000B431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B4314" w14:paraId="5668DA85" w14:textId="77777777" w:rsidTr="0016558F">
        <w:tc>
          <w:tcPr>
            <w:tcW w:w="1681" w:type="dxa"/>
            <w:vAlign w:val="center"/>
          </w:tcPr>
          <w:p w14:paraId="5E78944B" w14:textId="77777777" w:rsidR="0085747A" w:rsidRPr="000B43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B431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B431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2DDF8E8" w14:textId="77777777" w:rsidR="001114E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B4314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28A2B932" w14:textId="77777777" w:rsidR="009C5A7D" w:rsidRPr="000B4314" w:rsidRDefault="009C5A7D" w:rsidP="009C5A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05A76FA3" w14:textId="77777777" w:rsidR="0085747A" w:rsidRPr="000B4314" w:rsidRDefault="0085747A" w:rsidP="00111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  <w:vAlign w:val="center"/>
          </w:tcPr>
          <w:p w14:paraId="037263BC" w14:textId="77777777" w:rsidR="0085747A" w:rsidRPr="000B4314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B4314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9661A" w:rsidRPr="000B4314" w14:paraId="717F60CB" w14:textId="77777777" w:rsidTr="0016558F">
        <w:tc>
          <w:tcPr>
            <w:tcW w:w="1681" w:type="dxa"/>
          </w:tcPr>
          <w:p w14:paraId="0F93F523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B431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A300ADE" w14:textId="77777777" w:rsidR="00E9661A" w:rsidRPr="000B4314" w:rsidRDefault="009C5A7D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>zasadni konieczność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przestrzegania 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prawa autorskiego</w:t>
            </w:r>
            <w:r w:rsidR="005B7616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w kontekście tworzenia materiałów multimedialnych</w:t>
            </w:r>
            <w:r w:rsidR="000221AF">
              <w:rPr>
                <w:rFonts w:ascii="Corbel" w:hAnsi="Corbel"/>
                <w:b w:val="0"/>
                <w:smallCaps w:val="0"/>
                <w:szCs w:val="24"/>
              </w:rPr>
              <w:t xml:space="preserve"> z wydarzeń kulturalnych</w:t>
            </w:r>
          </w:p>
        </w:tc>
        <w:tc>
          <w:tcPr>
            <w:tcW w:w="1865" w:type="dxa"/>
          </w:tcPr>
          <w:p w14:paraId="601DC79B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E9661A" w:rsidRPr="000B4314" w14:paraId="222BC8D7" w14:textId="77777777" w:rsidTr="0016558F">
        <w:tc>
          <w:tcPr>
            <w:tcW w:w="1681" w:type="dxa"/>
          </w:tcPr>
          <w:p w14:paraId="3EB143A2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17C694E" w14:textId="77777777" w:rsidR="00E9661A" w:rsidRPr="000B4314" w:rsidRDefault="009C5A7D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BB3293" w:rsidRPr="000B4314">
              <w:rPr>
                <w:rFonts w:ascii="Corbel" w:hAnsi="Corbel"/>
                <w:b w:val="0"/>
                <w:smallCaps w:val="0"/>
                <w:szCs w:val="24"/>
              </w:rPr>
              <w:t>ze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podstawowe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teorie i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procesy </w:t>
            </w:r>
            <w:r w:rsidR="00535317">
              <w:rPr>
                <w:rFonts w:ascii="Corbel" w:hAnsi="Corbel"/>
                <w:b w:val="0"/>
                <w:smallCaps w:val="0"/>
                <w:szCs w:val="24"/>
              </w:rPr>
              <w:t>związane z percepcją i przetwarzaniem materiałów multimedialnych</w:t>
            </w:r>
          </w:p>
        </w:tc>
        <w:tc>
          <w:tcPr>
            <w:tcW w:w="1865" w:type="dxa"/>
          </w:tcPr>
          <w:p w14:paraId="0CE0ABCE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E9661A" w:rsidRPr="000B4314" w14:paraId="0D9F6AE1" w14:textId="77777777" w:rsidTr="0016558F">
        <w:tc>
          <w:tcPr>
            <w:tcW w:w="1681" w:type="dxa"/>
          </w:tcPr>
          <w:p w14:paraId="04C4B321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918B65C" w14:textId="77777777" w:rsidR="00E9661A" w:rsidRPr="000B4314" w:rsidRDefault="00DD4034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>ymieni</w:t>
            </w:r>
            <w:r w:rsidR="005B7616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podstawowe programy 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komputerowe pozwalające tworzyć materiały multimedialne,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opisze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możliwości ich zastosowania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scharakteryzuje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możliwości tworzenia materiałów 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multimedialnych 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>z wykorzystaniem tych programów</w:t>
            </w:r>
          </w:p>
        </w:tc>
        <w:tc>
          <w:tcPr>
            <w:tcW w:w="1865" w:type="dxa"/>
          </w:tcPr>
          <w:p w14:paraId="141891D6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E9661A" w:rsidRPr="000B4314" w14:paraId="7FE2A440" w14:textId="77777777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ECB1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B4314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098E" w14:textId="77777777" w:rsidR="00E9661A" w:rsidRPr="000B4314" w:rsidRDefault="00CC3BA1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aprojektuje materiał </w:t>
            </w:r>
            <w:r w:rsidR="001A6232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multimedialny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82D3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E9661A" w:rsidRPr="000B4314" w14:paraId="5D12C814" w14:textId="77777777" w:rsidTr="001655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136E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3935" w14:textId="77777777" w:rsidR="00E9661A" w:rsidRPr="000B4314" w:rsidRDefault="00F46DA9" w:rsidP="005B761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>kreśl</w:t>
            </w:r>
            <w:r w:rsidR="00BB3293" w:rsidRPr="000B4314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E9661A"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 braki swojej wiedzy związanej </w:t>
            </w:r>
            <w:r w:rsidR="00E74FF6" w:rsidRPr="000B4314">
              <w:rPr>
                <w:rFonts w:ascii="Corbel" w:hAnsi="Corbel"/>
                <w:b w:val="0"/>
                <w:smallCaps w:val="0"/>
                <w:szCs w:val="24"/>
              </w:rPr>
              <w:t>z tworzeniem i ewaluacją materiałów multimedialnych</w:t>
            </w:r>
            <w:r w:rsidR="00D51F91">
              <w:rPr>
                <w:rFonts w:ascii="Corbel" w:hAnsi="Corbel"/>
                <w:b w:val="0"/>
                <w:smallCaps w:val="0"/>
                <w:szCs w:val="24"/>
              </w:rPr>
              <w:t xml:space="preserve"> z wydarzeń kulturalnych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5C5B" w14:textId="77777777" w:rsidR="00E9661A" w:rsidRPr="000B4314" w:rsidRDefault="00E9661A" w:rsidP="00E966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349289DF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C00B59" w14:textId="77777777" w:rsidR="0085747A" w:rsidRPr="000B431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B4314">
        <w:rPr>
          <w:rFonts w:ascii="Corbel" w:hAnsi="Corbel"/>
          <w:b/>
          <w:sz w:val="24"/>
          <w:szCs w:val="24"/>
        </w:rPr>
        <w:t>3.3</w:t>
      </w:r>
      <w:r w:rsidR="001D7B54" w:rsidRPr="000B4314">
        <w:rPr>
          <w:rFonts w:ascii="Corbel" w:hAnsi="Corbel"/>
          <w:b/>
          <w:sz w:val="24"/>
          <w:szCs w:val="24"/>
        </w:rPr>
        <w:t xml:space="preserve"> </w:t>
      </w:r>
      <w:r w:rsidR="0085747A" w:rsidRPr="000B4314">
        <w:rPr>
          <w:rFonts w:ascii="Corbel" w:hAnsi="Corbel"/>
          <w:b/>
          <w:sz w:val="24"/>
          <w:szCs w:val="24"/>
        </w:rPr>
        <w:t>T</w:t>
      </w:r>
      <w:r w:rsidR="001D7B54" w:rsidRPr="000B4314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0B4314">
        <w:rPr>
          <w:rFonts w:ascii="Corbel" w:hAnsi="Corbel"/>
          <w:sz w:val="24"/>
          <w:szCs w:val="24"/>
        </w:rPr>
        <w:t xml:space="preserve">  </w:t>
      </w:r>
    </w:p>
    <w:p w14:paraId="06803F49" w14:textId="77777777" w:rsidR="0085747A" w:rsidRPr="000B431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 xml:space="preserve">Problematyka wykładu </w:t>
      </w:r>
    </w:p>
    <w:p w14:paraId="01088101" w14:textId="77777777" w:rsidR="00675843" w:rsidRPr="000B431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4314" w14:paraId="2E70B6D7" w14:textId="77777777" w:rsidTr="001001CD">
        <w:tc>
          <w:tcPr>
            <w:tcW w:w="9520" w:type="dxa"/>
          </w:tcPr>
          <w:p w14:paraId="3E49C0A8" w14:textId="77777777" w:rsidR="0085747A" w:rsidRPr="000B431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0B4314" w14:paraId="1D6F9C94" w14:textId="77777777" w:rsidTr="001001CD">
        <w:tc>
          <w:tcPr>
            <w:tcW w:w="9520" w:type="dxa"/>
          </w:tcPr>
          <w:p w14:paraId="352311D3" w14:textId="77777777" w:rsidR="0085747A" w:rsidRPr="000B431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B4314" w14:paraId="0BF249D1" w14:textId="77777777" w:rsidTr="001001CD">
        <w:tc>
          <w:tcPr>
            <w:tcW w:w="9520" w:type="dxa"/>
          </w:tcPr>
          <w:p w14:paraId="5DD693D5" w14:textId="77777777" w:rsidR="0085747A" w:rsidRPr="000B431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0B4314" w14:paraId="3E0BFFA8" w14:textId="77777777" w:rsidTr="001001CD">
        <w:tc>
          <w:tcPr>
            <w:tcW w:w="9520" w:type="dxa"/>
          </w:tcPr>
          <w:p w14:paraId="69069EEE" w14:textId="77777777" w:rsidR="0085747A" w:rsidRPr="000B431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D5B98C9" w14:textId="77777777" w:rsidR="0085747A" w:rsidRPr="000B431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013F2B" w14:textId="77777777" w:rsidR="0085747A" w:rsidRPr="000B431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B431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B4314">
        <w:rPr>
          <w:rFonts w:ascii="Corbel" w:hAnsi="Corbel"/>
          <w:sz w:val="24"/>
          <w:szCs w:val="24"/>
        </w:rPr>
        <w:t xml:space="preserve">, </w:t>
      </w:r>
      <w:r w:rsidRPr="000B4314">
        <w:rPr>
          <w:rFonts w:ascii="Corbel" w:hAnsi="Corbel"/>
          <w:sz w:val="24"/>
          <w:szCs w:val="24"/>
        </w:rPr>
        <w:t xml:space="preserve">zajęć praktycznych </w:t>
      </w:r>
    </w:p>
    <w:p w14:paraId="40E1410B" w14:textId="77777777" w:rsidR="0085747A" w:rsidRPr="000B431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4314" w14:paraId="52329A47" w14:textId="77777777" w:rsidTr="001001CD">
        <w:tc>
          <w:tcPr>
            <w:tcW w:w="9520" w:type="dxa"/>
          </w:tcPr>
          <w:p w14:paraId="1C89168B" w14:textId="77777777" w:rsidR="0085747A" w:rsidRPr="000B431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940F9" w:rsidRPr="000B4314" w14:paraId="3AB9AAC0" w14:textId="77777777" w:rsidTr="001001CD">
        <w:tc>
          <w:tcPr>
            <w:tcW w:w="9520" w:type="dxa"/>
          </w:tcPr>
          <w:p w14:paraId="7A557014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Programy do tworzenia prezentacji multimedialnych</w:t>
            </w:r>
          </w:p>
        </w:tc>
      </w:tr>
      <w:tr w:rsidR="00F940F9" w:rsidRPr="000B4314" w14:paraId="275EDAFC" w14:textId="77777777" w:rsidTr="001001CD">
        <w:tc>
          <w:tcPr>
            <w:tcW w:w="9520" w:type="dxa"/>
          </w:tcPr>
          <w:p w14:paraId="7FD84869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Programy do nagrywania i obróbki dźwięku</w:t>
            </w:r>
          </w:p>
        </w:tc>
      </w:tr>
      <w:tr w:rsidR="00F940F9" w:rsidRPr="000B4314" w14:paraId="10F6972A" w14:textId="77777777" w:rsidTr="001001CD">
        <w:tc>
          <w:tcPr>
            <w:tcW w:w="9520" w:type="dxa"/>
          </w:tcPr>
          <w:p w14:paraId="7D03AC51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Łączenie obrazu i dźwięku w prezentacji multimedialnej</w:t>
            </w:r>
          </w:p>
        </w:tc>
      </w:tr>
      <w:tr w:rsidR="00F940F9" w:rsidRPr="000B4314" w14:paraId="4C61C161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E3EC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Obraz statyczny w prezentacjach multimedialnych</w:t>
            </w:r>
          </w:p>
        </w:tc>
      </w:tr>
      <w:tr w:rsidR="00F940F9" w:rsidRPr="000B4314" w14:paraId="2A1FF7DA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48E9D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Obraz dynamiczny w prezentacjach multimedialnych</w:t>
            </w:r>
          </w:p>
        </w:tc>
      </w:tr>
      <w:tr w:rsidR="00F940F9" w:rsidRPr="000B4314" w14:paraId="2CE42354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41F5E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lastRenderedPageBreak/>
              <w:t>Fotografia w prezentacjach multimedialnych</w:t>
            </w:r>
          </w:p>
        </w:tc>
      </w:tr>
      <w:tr w:rsidR="00F940F9" w:rsidRPr="000B4314" w14:paraId="02EBEB60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209C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Film w prezentacjach multimedialnych</w:t>
            </w:r>
          </w:p>
        </w:tc>
      </w:tr>
      <w:tr w:rsidR="00F940F9" w:rsidRPr="000B4314" w14:paraId="43F5E622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1682A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 w:cs="Arial"/>
                <w:color w:val="333333"/>
                <w:sz w:val="24"/>
                <w:szCs w:val="24"/>
              </w:rPr>
              <w:t>Dźwięk w prezentacjach multimedialnych</w:t>
            </w:r>
          </w:p>
        </w:tc>
      </w:tr>
      <w:tr w:rsidR="00F940F9" w:rsidRPr="000B4314" w14:paraId="187C2AF9" w14:textId="77777777" w:rsidTr="001001C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A6CC9" w14:textId="77777777" w:rsidR="00F940F9" w:rsidRPr="000B4314" w:rsidRDefault="00F940F9" w:rsidP="00F940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Wykorzystanie panoram 360 w materiałach multimedialnych</w:t>
            </w:r>
          </w:p>
        </w:tc>
      </w:tr>
    </w:tbl>
    <w:p w14:paraId="6E893EAA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235E00B" w14:textId="77777777" w:rsidR="0085747A" w:rsidRPr="000B431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>3.4 Metody dydaktyczne</w:t>
      </w:r>
      <w:r w:rsidRPr="000B4314">
        <w:rPr>
          <w:rFonts w:ascii="Corbel" w:hAnsi="Corbel"/>
          <w:b w:val="0"/>
          <w:smallCaps w:val="0"/>
          <w:szCs w:val="24"/>
        </w:rPr>
        <w:t xml:space="preserve"> </w:t>
      </w:r>
    </w:p>
    <w:p w14:paraId="07E0C936" w14:textId="77777777" w:rsidR="009D2C06" w:rsidRPr="00153C41" w:rsidRDefault="009D2C06" w:rsidP="009D2C06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5593CD78" w14:textId="77777777" w:rsidR="009D2C06" w:rsidRDefault="009D2C06" w:rsidP="009D2C0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223E5EEB" w14:textId="77777777" w:rsidR="009D2C06" w:rsidRDefault="009D2C06" w:rsidP="009D2C0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4DCC2D8B" w14:textId="77777777" w:rsidR="009D2C06" w:rsidRPr="00153C41" w:rsidRDefault="009D2C06" w:rsidP="009D2C0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CFC14F9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BD6860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5A157F" w14:textId="77777777" w:rsidR="00E960BB" w:rsidRPr="000B4314" w:rsidRDefault="00F940F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0B4314">
        <w:rPr>
          <w:rFonts w:ascii="Corbel" w:hAnsi="Corbel"/>
          <w:b w:val="0"/>
          <w:smallCaps w:val="0"/>
          <w:szCs w:val="24"/>
        </w:rPr>
        <w:t>Ćwiczenia: praca w pracowni komputerowej z wykorzystaniem programów pozwalających tworzyć materiały multimedialne, praca z materiałami przygotowanymi przez prowadzącego zajęcia</w:t>
      </w:r>
    </w:p>
    <w:p w14:paraId="08F79530" w14:textId="77777777" w:rsidR="00E960BB" w:rsidRPr="000B431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D230312" w14:textId="77777777" w:rsidR="0085747A" w:rsidRPr="000B431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4. </w:t>
      </w:r>
      <w:r w:rsidR="0085747A" w:rsidRPr="000B4314">
        <w:rPr>
          <w:rFonts w:ascii="Corbel" w:hAnsi="Corbel"/>
          <w:smallCaps w:val="0"/>
          <w:szCs w:val="24"/>
        </w:rPr>
        <w:t>METODY I KRYTERIA OCENY</w:t>
      </w:r>
      <w:r w:rsidR="009F4610" w:rsidRPr="000B4314">
        <w:rPr>
          <w:rFonts w:ascii="Corbel" w:hAnsi="Corbel"/>
          <w:smallCaps w:val="0"/>
          <w:szCs w:val="24"/>
        </w:rPr>
        <w:t xml:space="preserve"> </w:t>
      </w:r>
    </w:p>
    <w:p w14:paraId="63397898" w14:textId="77777777" w:rsidR="00923D7D" w:rsidRPr="000B431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D43BC2" w14:textId="77777777" w:rsidR="0085747A" w:rsidRPr="000B431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B4314">
        <w:rPr>
          <w:rFonts w:ascii="Corbel" w:hAnsi="Corbel"/>
          <w:smallCaps w:val="0"/>
          <w:szCs w:val="24"/>
        </w:rPr>
        <w:t>uczenia się</w:t>
      </w:r>
    </w:p>
    <w:p w14:paraId="1F054178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B4314" w14:paraId="2BA8CDDF" w14:textId="77777777" w:rsidTr="00B74B1F">
        <w:tc>
          <w:tcPr>
            <w:tcW w:w="1962" w:type="dxa"/>
            <w:vAlign w:val="center"/>
          </w:tcPr>
          <w:p w14:paraId="27AD50B8" w14:textId="77777777" w:rsidR="0085747A" w:rsidRPr="000B4314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EFE5831" w14:textId="77777777" w:rsidR="0085747A" w:rsidRPr="000B4314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0B4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E8A363A" w14:textId="77777777" w:rsidR="0085747A" w:rsidRPr="000B4314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B431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4F3486" w14:textId="77777777" w:rsidR="00923D7D" w:rsidRPr="000B43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ED046" w14:textId="77777777" w:rsidR="0085747A" w:rsidRPr="000B4314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B4314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B4314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0B4314" w14:paraId="7668AEF0" w14:textId="77777777" w:rsidTr="00B74B1F">
        <w:tc>
          <w:tcPr>
            <w:tcW w:w="1962" w:type="dxa"/>
          </w:tcPr>
          <w:p w14:paraId="05EE9F95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431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B4314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E6CDA1E" w14:textId="77777777" w:rsidR="0085747A" w:rsidRPr="000B4314" w:rsidRDefault="00F75E4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</w:tcPr>
          <w:p w14:paraId="20F87336" w14:textId="77777777" w:rsidR="0085747A" w:rsidRPr="000B4314" w:rsidRDefault="00F75E4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0B4314" w14:paraId="53A58B3F" w14:textId="77777777" w:rsidTr="00B74B1F">
        <w:tc>
          <w:tcPr>
            <w:tcW w:w="1962" w:type="dxa"/>
          </w:tcPr>
          <w:p w14:paraId="290C229A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19839B2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</w:tcPr>
          <w:p w14:paraId="57EA5401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0B4314" w14:paraId="72353DD5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C469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431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B4314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9F6C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2E3AD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0B4314" w14:paraId="64E209FE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1A59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BFD8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19085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0B4314" w14:paraId="68E31E9D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640A5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0B4314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0B4314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ADEF2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BE0F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F75E4E" w:rsidRPr="000B4314" w14:paraId="65F00DCA" w14:textId="77777777" w:rsidTr="00B74B1F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A4CB7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06F6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praca projektowa, obserwacja na zajęciach, aktywność na zajęciach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DD638" w14:textId="77777777" w:rsidR="00F75E4E" w:rsidRPr="000B4314" w:rsidRDefault="00F75E4E" w:rsidP="00F75E4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B4314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454DEA81" w14:textId="77777777" w:rsidR="00923D7D" w:rsidRPr="000B4314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2A34D2" w14:textId="77777777" w:rsidR="0085747A" w:rsidRPr="000B431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4.2 </w:t>
      </w:r>
      <w:r w:rsidR="0085747A" w:rsidRPr="000B4314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0B4314">
        <w:rPr>
          <w:rFonts w:ascii="Corbel" w:hAnsi="Corbel"/>
          <w:smallCaps w:val="0"/>
          <w:szCs w:val="24"/>
        </w:rPr>
        <w:t xml:space="preserve"> </w:t>
      </w:r>
    </w:p>
    <w:p w14:paraId="433953F3" w14:textId="77777777" w:rsidR="00923D7D" w:rsidRPr="000B431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B4314" w14:paraId="417F9B80" w14:textId="77777777" w:rsidTr="00923D7D">
        <w:tc>
          <w:tcPr>
            <w:tcW w:w="9670" w:type="dxa"/>
          </w:tcPr>
          <w:p w14:paraId="09566E31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3CE0A44" w14:textId="77777777" w:rsidR="00923D7D" w:rsidRPr="000B4314" w:rsidRDefault="00694B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Zaliczenie pracy projektowej</w:t>
            </w:r>
          </w:p>
          <w:p w14:paraId="226CC2F3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77D5251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CBDEF0" w14:textId="77777777" w:rsidR="009F4610" w:rsidRPr="000B431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B4314">
        <w:rPr>
          <w:rFonts w:ascii="Corbel" w:hAnsi="Corbel"/>
          <w:b/>
          <w:sz w:val="24"/>
          <w:szCs w:val="24"/>
        </w:rPr>
        <w:t xml:space="preserve">5. </w:t>
      </w:r>
      <w:r w:rsidR="00C61DC5" w:rsidRPr="000B431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134A483" w14:textId="77777777" w:rsidR="0085747A" w:rsidRPr="000B431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0B4314" w14:paraId="46750599" w14:textId="77777777" w:rsidTr="003E1941">
        <w:tc>
          <w:tcPr>
            <w:tcW w:w="4962" w:type="dxa"/>
            <w:vAlign w:val="center"/>
          </w:tcPr>
          <w:p w14:paraId="2B97EADE" w14:textId="77777777" w:rsidR="0085747A" w:rsidRPr="000B43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B431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B431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B431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E19FFBE" w14:textId="77777777" w:rsidR="0085747A" w:rsidRPr="000B431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B431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B431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0B4314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0B431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0B4314" w14:paraId="3A91E564" w14:textId="77777777" w:rsidTr="00923D7D">
        <w:tc>
          <w:tcPr>
            <w:tcW w:w="4962" w:type="dxa"/>
          </w:tcPr>
          <w:p w14:paraId="126495E0" w14:textId="7F11A53A" w:rsidR="0085747A" w:rsidRPr="000B4314" w:rsidRDefault="00C61DC5" w:rsidP="00DC7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G</w:t>
            </w:r>
            <w:r w:rsidR="0085747A" w:rsidRPr="000B4314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0B4314">
              <w:rPr>
                <w:rFonts w:ascii="Corbel" w:hAnsi="Corbel"/>
                <w:sz w:val="24"/>
                <w:szCs w:val="24"/>
              </w:rPr>
              <w:t>z</w:t>
            </w:r>
            <w:r w:rsidR="009C1331" w:rsidRPr="000B4314">
              <w:rPr>
                <w:rFonts w:ascii="Corbel" w:hAnsi="Corbel"/>
                <w:sz w:val="24"/>
                <w:szCs w:val="24"/>
              </w:rPr>
              <w:t> </w:t>
            </w:r>
            <w:r w:rsidR="0045729E" w:rsidRPr="000B4314">
              <w:rPr>
                <w:rFonts w:ascii="Corbel" w:hAnsi="Corbel"/>
                <w:sz w:val="24"/>
                <w:szCs w:val="24"/>
              </w:rPr>
              <w:t>harmonogramu</w:t>
            </w:r>
            <w:r w:rsidR="0085747A" w:rsidRPr="000B43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B4314">
              <w:rPr>
                <w:rFonts w:ascii="Corbel" w:hAnsi="Corbel"/>
                <w:sz w:val="24"/>
                <w:szCs w:val="24"/>
              </w:rPr>
              <w:t>studiów</w:t>
            </w:r>
            <w:r w:rsidR="0045729E" w:rsidRPr="000B431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7D67D4E" w14:textId="77777777" w:rsidR="0085747A" w:rsidRPr="000B4314" w:rsidRDefault="0057751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0B4314" w14:paraId="1AD8258B" w14:textId="77777777" w:rsidTr="00923D7D">
        <w:tc>
          <w:tcPr>
            <w:tcW w:w="4962" w:type="dxa"/>
          </w:tcPr>
          <w:p w14:paraId="0A19EED2" w14:textId="77777777" w:rsidR="00C61DC5" w:rsidRPr="000B43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 w:rsidRPr="000B431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FEB9853" w14:textId="77777777" w:rsidR="00C61DC5" w:rsidRPr="000B43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lastRenderedPageBreak/>
              <w:t>(u</w:t>
            </w:r>
            <w:r w:rsidR="00683909" w:rsidRPr="000B4314">
              <w:rPr>
                <w:rFonts w:ascii="Corbel" w:hAnsi="Corbel"/>
                <w:sz w:val="24"/>
                <w:szCs w:val="24"/>
              </w:rPr>
              <w:t>dział w konsultacjach</w:t>
            </w:r>
            <w:r w:rsidRPr="000B431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C3F7E2C" w14:textId="77777777" w:rsidR="00C61DC5" w:rsidRPr="000B4314" w:rsidRDefault="00EC74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10</w:t>
            </w:r>
          </w:p>
        </w:tc>
      </w:tr>
      <w:tr w:rsidR="00C61DC5" w:rsidRPr="000B4314" w14:paraId="0B54B0F4" w14:textId="77777777" w:rsidTr="00923D7D">
        <w:tc>
          <w:tcPr>
            <w:tcW w:w="4962" w:type="dxa"/>
          </w:tcPr>
          <w:p w14:paraId="71250AE1" w14:textId="77777777" w:rsidR="0071620A" w:rsidRPr="000B431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351F3B39" w14:textId="77777777" w:rsidR="00683909" w:rsidRPr="000B4314" w:rsidRDefault="00683909" w:rsidP="006839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14:paraId="0A2FB953" w14:textId="77777777" w:rsidR="00683909" w:rsidRPr="000B4314" w:rsidRDefault="00683909" w:rsidP="006839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63E560CB" w14:textId="77777777" w:rsidR="00C61DC5" w:rsidRPr="000B4314" w:rsidRDefault="00683909" w:rsidP="0068390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71BF3C10" w14:textId="77777777" w:rsidR="00683909" w:rsidRPr="000B4314" w:rsidRDefault="006839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070165E" w14:textId="77777777" w:rsidR="00683909" w:rsidRPr="000B4314" w:rsidRDefault="0068390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716E4FE" w14:textId="77777777" w:rsidR="00C61DC5" w:rsidRPr="000B4314" w:rsidRDefault="003652A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45BE41A" w14:textId="77777777" w:rsidR="005B7616" w:rsidRPr="000B4314" w:rsidRDefault="00EC74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144A8ECB" w14:textId="77777777" w:rsidR="005B7616" w:rsidRPr="000B4314" w:rsidRDefault="00EC74C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0B4314" w14:paraId="0A667229" w14:textId="77777777" w:rsidTr="00923D7D">
        <w:tc>
          <w:tcPr>
            <w:tcW w:w="4962" w:type="dxa"/>
          </w:tcPr>
          <w:p w14:paraId="4B1544C0" w14:textId="77777777" w:rsidR="0085747A" w:rsidRPr="000B431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9FB57DD" w14:textId="77777777" w:rsidR="0085747A" w:rsidRPr="000B4314" w:rsidRDefault="00654FF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0B4314" w14:paraId="45554202" w14:textId="77777777" w:rsidTr="00923D7D">
        <w:tc>
          <w:tcPr>
            <w:tcW w:w="4962" w:type="dxa"/>
          </w:tcPr>
          <w:p w14:paraId="17363D34" w14:textId="77777777" w:rsidR="0085747A" w:rsidRPr="000B4314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B4314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6D6B11C" w14:textId="77777777" w:rsidR="0085747A" w:rsidRPr="000B4314" w:rsidRDefault="00F95D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2D22176" w14:textId="77777777" w:rsidR="0085747A" w:rsidRPr="000B4314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0B431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B431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025AAACD" w14:textId="77777777" w:rsidR="003E1941" w:rsidRPr="000B431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57228F" w14:textId="77777777" w:rsidR="0085747A" w:rsidRPr="000B431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6. </w:t>
      </w:r>
      <w:r w:rsidR="0085747A" w:rsidRPr="000B4314">
        <w:rPr>
          <w:rFonts w:ascii="Corbel" w:hAnsi="Corbel"/>
          <w:smallCaps w:val="0"/>
          <w:szCs w:val="24"/>
        </w:rPr>
        <w:t>PRAKTYKI ZAWO</w:t>
      </w:r>
      <w:r w:rsidR="009C1331" w:rsidRPr="000B4314">
        <w:rPr>
          <w:rFonts w:ascii="Corbel" w:hAnsi="Corbel"/>
          <w:smallCaps w:val="0"/>
          <w:szCs w:val="24"/>
        </w:rPr>
        <w:t>DOWE W RAMACH PRZEDMIOTU</w:t>
      </w:r>
    </w:p>
    <w:p w14:paraId="08D5A89D" w14:textId="77777777" w:rsidR="0085747A" w:rsidRPr="000B431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0B4314" w14:paraId="13151D53" w14:textId="77777777" w:rsidTr="0071620A">
        <w:trPr>
          <w:trHeight w:val="397"/>
        </w:trPr>
        <w:tc>
          <w:tcPr>
            <w:tcW w:w="3544" w:type="dxa"/>
          </w:tcPr>
          <w:p w14:paraId="07B23F5E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C35B2B1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0B4314" w14:paraId="7D7EC235" w14:textId="77777777" w:rsidTr="0071620A">
        <w:trPr>
          <w:trHeight w:val="397"/>
        </w:trPr>
        <w:tc>
          <w:tcPr>
            <w:tcW w:w="3544" w:type="dxa"/>
          </w:tcPr>
          <w:p w14:paraId="2C12B7A5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51BFB26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2ED708E" w14:textId="77777777" w:rsidR="003E1941" w:rsidRPr="000B431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A03B074" w14:textId="77777777" w:rsidR="0085747A" w:rsidRPr="000B43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B4314">
        <w:rPr>
          <w:rFonts w:ascii="Corbel" w:hAnsi="Corbel"/>
          <w:smallCaps w:val="0"/>
          <w:szCs w:val="24"/>
        </w:rPr>
        <w:t xml:space="preserve">7. </w:t>
      </w:r>
      <w:r w:rsidR="0085747A" w:rsidRPr="000B4314">
        <w:rPr>
          <w:rFonts w:ascii="Corbel" w:hAnsi="Corbel"/>
          <w:smallCaps w:val="0"/>
          <w:szCs w:val="24"/>
        </w:rPr>
        <w:t>LITERATURA</w:t>
      </w:r>
      <w:r w:rsidRPr="000B4314">
        <w:rPr>
          <w:rFonts w:ascii="Corbel" w:hAnsi="Corbel"/>
          <w:smallCaps w:val="0"/>
          <w:szCs w:val="24"/>
        </w:rPr>
        <w:t xml:space="preserve"> </w:t>
      </w:r>
    </w:p>
    <w:p w14:paraId="2A954D2D" w14:textId="77777777" w:rsidR="00675843" w:rsidRPr="000B431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8913EA" w14:paraId="433451EB" w14:textId="77777777" w:rsidTr="0071620A">
        <w:trPr>
          <w:trHeight w:val="397"/>
        </w:trPr>
        <w:tc>
          <w:tcPr>
            <w:tcW w:w="7513" w:type="dxa"/>
          </w:tcPr>
          <w:p w14:paraId="3CBE8B91" w14:textId="77777777" w:rsidR="0085747A" w:rsidRPr="007A2D80" w:rsidRDefault="0085747A" w:rsidP="007A2D80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A2D8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4FD19CE" w14:textId="77777777" w:rsidR="00285A72" w:rsidRPr="007A2D80" w:rsidRDefault="00285A72" w:rsidP="007A2D80">
            <w:pPr>
              <w:pStyle w:val="Nagwek1"/>
              <w:spacing w:before="0" w:beforeAutospacing="0" w:after="0" w:afterAutospacing="0"/>
              <w:jc w:val="both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r w:rsidRPr="007A2D80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Witkowski B., </w:t>
            </w:r>
            <w:proofErr w:type="spellStart"/>
            <w:r w:rsidR="008913EA" w:rsidRPr="007A2D80">
              <w:rPr>
                <w:rFonts w:ascii="Corbel" w:hAnsi="Corbel"/>
                <w:b w:val="0"/>
                <w:sz w:val="24"/>
                <w:szCs w:val="24"/>
              </w:rPr>
              <w:t>DaVinci</w:t>
            </w:r>
            <w:proofErr w:type="spellEnd"/>
            <w:r w:rsidR="008913EA" w:rsidRPr="007A2D8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8913EA" w:rsidRPr="007A2D80">
              <w:rPr>
                <w:rFonts w:ascii="Corbel" w:hAnsi="Corbel"/>
                <w:b w:val="0"/>
                <w:sz w:val="24"/>
                <w:szCs w:val="24"/>
              </w:rPr>
              <w:t>Resolve</w:t>
            </w:r>
            <w:proofErr w:type="spellEnd"/>
            <w:r w:rsidR="008913EA" w:rsidRPr="007A2D80">
              <w:rPr>
                <w:rFonts w:ascii="Corbel" w:hAnsi="Corbel"/>
                <w:b w:val="0"/>
                <w:sz w:val="24"/>
                <w:szCs w:val="24"/>
              </w:rPr>
              <w:t>. Poradnik użytkownika, Wyd. Helion 2022.</w:t>
            </w:r>
          </w:p>
          <w:p w14:paraId="2CD3F5C3" w14:textId="77777777" w:rsidR="007238CE" w:rsidRPr="007A2D80" w:rsidRDefault="007238CE" w:rsidP="007A2D80">
            <w:pPr>
              <w:pStyle w:val="Nagwek1"/>
              <w:spacing w:before="0" w:beforeAutospacing="0" w:after="0" w:afterAutospacing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7A2D80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Reynolds G., </w:t>
            </w:r>
            <w:r w:rsidRPr="007A2D80">
              <w:rPr>
                <w:rFonts w:ascii="Corbel" w:hAnsi="Corbel"/>
                <w:b w:val="0"/>
                <w:sz w:val="24"/>
                <w:szCs w:val="24"/>
              </w:rPr>
              <w:t>Zen prezentacji. Proste pomysły i ważne zasady. Wydanie III, Wyd. Helion 2020.</w:t>
            </w:r>
          </w:p>
          <w:p w14:paraId="5A88127B" w14:textId="77777777" w:rsidR="007A2D80" w:rsidRPr="007A2D80" w:rsidRDefault="007A2D80" w:rsidP="007A2D80">
            <w:pPr>
              <w:pStyle w:val="Nagwek1"/>
              <w:spacing w:before="0" w:beforeAutospacing="0" w:after="0" w:afterAutospacing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r w:rsidRPr="007A2D80">
              <w:rPr>
                <w:rFonts w:ascii="Corbel" w:hAnsi="Corbel"/>
                <w:b w:val="0"/>
                <w:color w:val="000000"/>
                <w:sz w:val="24"/>
                <w:szCs w:val="24"/>
              </w:rPr>
              <w:t>Block B., Opowiadanie obrazem. Tworzenie wizualnej struktury w filmie, telewizji i mediach cyfrowych. Wydawnictwo Wojciech Marzec, Warszawa 2010.</w:t>
            </w:r>
          </w:p>
          <w:p w14:paraId="3139CDF4" w14:textId="77777777" w:rsidR="00197548" w:rsidRPr="007A2D80" w:rsidRDefault="00197548" w:rsidP="007A2D80">
            <w:pPr>
              <w:pStyle w:val="Nagwek1"/>
              <w:spacing w:before="0" w:beforeAutospacing="0" w:after="0" w:afterAutospacing="0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7A2D80">
              <w:rPr>
                <w:rFonts w:ascii="Corbel" w:hAnsi="Corbel"/>
                <w:b w:val="0"/>
                <w:smallCaps/>
                <w:sz w:val="24"/>
                <w:szCs w:val="24"/>
              </w:rPr>
              <w:t>Roam</w:t>
            </w:r>
            <w:proofErr w:type="spellEnd"/>
            <w:r w:rsidRPr="007A2D80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D., </w:t>
            </w:r>
            <w:r w:rsidRPr="007A2D80">
              <w:rPr>
                <w:rFonts w:ascii="Corbel" w:hAnsi="Corbel"/>
                <w:b w:val="0"/>
                <w:sz w:val="24"/>
                <w:szCs w:val="24"/>
              </w:rPr>
              <w:t>Pokaż, opowiedz i zainteresuj. Jak przygotować i przeprowadzić niezwykłą prezentację, Wyd. Helion 2018.</w:t>
            </w:r>
          </w:p>
          <w:p w14:paraId="119ED83E" w14:textId="77777777" w:rsidR="009C625B" w:rsidRPr="007A2D80" w:rsidRDefault="00197548" w:rsidP="007A2D80">
            <w:pPr>
              <w:pStyle w:val="Nagwek1"/>
              <w:spacing w:before="0" w:beforeAutospacing="0" w:after="0" w:afterAutospacing="0"/>
              <w:contextualSpacing/>
              <w:jc w:val="both"/>
              <w:rPr>
                <w:rFonts w:ascii="Corbel" w:hAnsi="Corbel"/>
                <w:b w:val="0"/>
                <w:smallCaps/>
                <w:sz w:val="24"/>
                <w:szCs w:val="24"/>
              </w:rPr>
            </w:pPr>
            <w:proofErr w:type="spellStart"/>
            <w:r w:rsidRPr="007A2D80">
              <w:rPr>
                <w:rFonts w:ascii="Corbel" w:hAnsi="Corbel"/>
                <w:b w:val="0"/>
                <w:sz w:val="24"/>
                <w:szCs w:val="24"/>
              </w:rPr>
              <w:t>Rzędowska</w:t>
            </w:r>
            <w:proofErr w:type="spellEnd"/>
            <w:r w:rsidRPr="007A2D80">
              <w:rPr>
                <w:rFonts w:ascii="Corbel" w:hAnsi="Corbel"/>
                <w:b w:val="0"/>
                <w:sz w:val="24"/>
                <w:szCs w:val="24"/>
              </w:rPr>
              <w:t xml:space="preserve"> A., </w:t>
            </w:r>
            <w:proofErr w:type="spellStart"/>
            <w:r w:rsidRPr="007A2D80">
              <w:rPr>
                <w:rFonts w:ascii="Corbel" w:hAnsi="Corbel"/>
                <w:b w:val="0"/>
                <w:sz w:val="24"/>
                <w:szCs w:val="24"/>
              </w:rPr>
              <w:t>Rzędowski</w:t>
            </w:r>
            <w:proofErr w:type="spellEnd"/>
            <w:r w:rsidRPr="007A2D80">
              <w:rPr>
                <w:rFonts w:ascii="Corbel" w:hAnsi="Corbel"/>
                <w:b w:val="0"/>
                <w:sz w:val="24"/>
                <w:szCs w:val="24"/>
              </w:rPr>
              <w:t xml:space="preserve"> J., </w:t>
            </w:r>
            <w:r w:rsidR="00AA4733" w:rsidRPr="007A2D80">
              <w:rPr>
                <w:rFonts w:ascii="Corbel" w:hAnsi="Corbel"/>
                <w:b w:val="0"/>
                <w:sz w:val="24"/>
                <w:szCs w:val="24"/>
              </w:rPr>
              <w:t>Mistrzowskie prezentacje. Slajdowy poradnik mówcy doskonałego. Wydanie 2, Wyd. Helion 2017.</w:t>
            </w:r>
          </w:p>
          <w:p w14:paraId="15DA8AC2" w14:textId="77777777" w:rsidR="003930E0" w:rsidRPr="007A2D80" w:rsidRDefault="003930E0" w:rsidP="007A2D80">
            <w:pPr>
              <w:pStyle w:val="Tekstprzypisudolneg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A2D80">
              <w:rPr>
                <w:rFonts w:ascii="Corbel" w:hAnsi="Corbel"/>
                <w:sz w:val="24"/>
                <w:szCs w:val="24"/>
              </w:rPr>
              <w:t>Bergstrom</w:t>
            </w:r>
            <w:proofErr w:type="spellEnd"/>
            <w:r w:rsidRPr="007A2D80">
              <w:rPr>
                <w:rFonts w:ascii="Corbel" w:hAnsi="Corbel"/>
                <w:sz w:val="24"/>
                <w:szCs w:val="24"/>
              </w:rPr>
              <w:t xml:space="preserve"> B., Komunikacja wizualna, Wyd. Naukowe PWN, Warszawa 2009.</w:t>
            </w:r>
          </w:p>
          <w:p w14:paraId="7C09EBD8" w14:textId="77777777" w:rsidR="003930E0" w:rsidRPr="007A2D80" w:rsidRDefault="003930E0" w:rsidP="007A2D80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7A2D80">
              <w:rPr>
                <w:rFonts w:ascii="Corbel" w:hAnsi="Corbel"/>
                <w:sz w:val="24"/>
                <w:szCs w:val="24"/>
              </w:rPr>
              <w:t>Kelby</w:t>
            </w:r>
            <w:proofErr w:type="spellEnd"/>
            <w:r w:rsidRPr="007A2D80">
              <w:rPr>
                <w:rFonts w:ascii="Corbel" w:hAnsi="Corbel"/>
                <w:sz w:val="24"/>
                <w:szCs w:val="24"/>
              </w:rPr>
              <w:t xml:space="preserve"> S., Fotografia cyfrowa. Edycja zdjęć. Wydawnictwo HELION, Gliwice</w:t>
            </w:r>
            <w:r w:rsidR="007238CE" w:rsidRPr="007A2D80">
              <w:rPr>
                <w:rFonts w:ascii="Corbel" w:hAnsi="Corbel"/>
                <w:sz w:val="24"/>
                <w:szCs w:val="24"/>
              </w:rPr>
              <w:t>,</w:t>
            </w:r>
            <w:r w:rsidRPr="007A2D80">
              <w:rPr>
                <w:rFonts w:ascii="Corbel" w:hAnsi="Corbel"/>
                <w:sz w:val="24"/>
                <w:szCs w:val="24"/>
              </w:rPr>
              <w:t xml:space="preserve"> 2005 oraz wydania następne.</w:t>
            </w:r>
          </w:p>
          <w:p w14:paraId="23A9C697" w14:textId="77777777" w:rsidR="003930E0" w:rsidRPr="007A2D80" w:rsidRDefault="003930E0" w:rsidP="007A2D80">
            <w:pPr>
              <w:spacing w:after="0" w:line="240" w:lineRule="auto"/>
              <w:contextualSpacing/>
              <w:jc w:val="both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0B4314" w14:paraId="64D7B2AC" w14:textId="77777777" w:rsidTr="0071620A">
        <w:trPr>
          <w:trHeight w:val="397"/>
        </w:trPr>
        <w:tc>
          <w:tcPr>
            <w:tcW w:w="7513" w:type="dxa"/>
          </w:tcPr>
          <w:p w14:paraId="49376DA7" w14:textId="77777777" w:rsidR="0085747A" w:rsidRPr="000B431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B431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766BDE" w14:textId="77777777" w:rsidR="003930E0" w:rsidRPr="000B4314" w:rsidRDefault="003930E0" w:rsidP="003930E0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Lindsay P. H., Norman D. A. Procesy przetwarzania informacji u człowieka. Wprowadzenie do psychologii</w:t>
            </w:r>
            <w:r w:rsidRPr="000B4314">
              <w:rPr>
                <w:rFonts w:ascii="Corbel" w:hAnsi="Corbel"/>
                <w:i/>
                <w:sz w:val="24"/>
                <w:szCs w:val="24"/>
              </w:rPr>
              <w:t xml:space="preserve">. </w:t>
            </w:r>
            <w:r w:rsidR="005B7616" w:rsidRPr="000B4314">
              <w:rPr>
                <w:rFonts w:ascii="Corbel" w:hAnsi="Corbel"/>
                <w:sz w:val="24"/>
                <w:szCs w:val="24"/>
              </w:rPr>
              <w:t>Wyd. Naukowe PWN. Warszawa 1991</w:t>
            </w:r>
            <w:r w:rsidRPr="000B4314">
              <w:rPr>
                <w:rFonts w:ascii="Corbel" w:hAnsi="Corbel"/>
                <w:sz w:val="24"/>
                <w:szCs w:val="24"/>
              </w:rPr>
              <w:t>.</w:t>
            </w:r>
          </w:p>
          <w:p w14:paraId="5015196F" w14:textId="77777777" w:rsidR="003930E0" w:rsidRPr="000B4314" w:rsidRDefault="003930E0" w:rsidP="003930E0">
            <w:pPr>
              <w:rPr>
                <w:rFonts w:ascii="Corbel" w:hAnsi="Corbel"/>
                <w:sz w:val="24"/>
                <w:szCs w:val="24"/>
              </w:rPr>
            </w:pPr>
            <w:proofErr w:type="spellStart"/>
            <w:r w:rsidRPr="000B4314">
              <w:rPr>
                <w:rFonts w:ascii="Corbel" w:hAnsi="Corbel"/>
                <w:sz w:val="24"/>
                <w:szCs w:val="24"/>
              </w:rPr>
              <w:t>Mietzel</w:t>
            </w:r>
            <w:proofErr w:type="spellEnd"/>
            <w:r w:rsidRPr="000B4314">
              <w:rPr>
                <w:rFonts w:ascii="Corbel" w:hAnsi="Corbel"/>
                <w:sz w:val="24"/>
                <w:szCs w:val="24"/>
              </w:rPr>
              <w:t xml:space="preserve"> G. Psychologia kształcenia. Gdańskie Wy</w:t>
            </w:r>
            <w:r w:rsidR="007C526E">
              <w:rPr>
                <w:rFonts w:ascii="Corbel" w:hAnsi="Corbel"/>
                <w:sz w:val="24"/>
                <w:szCs w:val="24"/>
              </w:rPr>
              <w:t>d</w:t>
            </w:r>
            <w:r w:rsidR="005B7616" w:rsidRPr="000B4314">
              <w:rPr>
                <w:rFonts w:ascii="Corbel" w:hAnsi="Corbel"/>
                <w:sz w:val="24"/>
                <w:szCs w:val="24"/>
              </w:rPr>
              <w:t>awnictwo Psychologiczne. Gdańsk</w:t>
            </w:r>
            <w:r w:rsidRPr="000B4314">
              <w:rPr>
                <w:rFonts w:ascii="Corbel" w:hAnsi="Corbel"/>
                <w:sz w:val="24"/>
                <w:szCs w:val="24"/>
              </w:rPr>
              <w:t xml:space="preserve"> </w:t>
            </w:r>
            <w:r w:rsidR="005B7616" w:rsidRPr="000B4314">
              <w:rPr>
                <w:rFonts w:ascii="Corbel" w:hAnsi="Corbel"/>
                <w:sz w:val="24"/>
                <w:szCs w:val="24"/>
              </w:rPr>
              <w:t>2002</w:t>
            </w:r>
            <w:r w:rsidRPr="000B4314">
              <w:rPr>
                <w:rFonts w:ascii="Corbel" w:hAnsi="Corbel"/>
                <w:sz w:val="24"/>
                <w:szCs w:val="24"/>
              </w:rPr>
              <w:t>.</w:t>
            </w:r>
          </w:p>
          <w:p w14:paraId="547DA5D8" w14:textId="77777777" w:rsidR="003930E0" w:rsidRPr="000B4314" w:rsidRDefault="003930E0" w:rsidP="003930E0">
            <w:pPr>
              <w:rPr>
                <w:rFonts w:ascii="Corbel" w:hAnsi="Corbel"/>
                <w:sz w:val="24"/>
                <w:szCs w:val="24"/>
              </w:rPr>
            </w:pPr>
            <w:r w:rsidRPr="000B4314">
              <w:rPr>
                <w:rFonts w:ascii="Corbel" w:hAnsi="Corbel"/>
                <w:sz w:val="24"/>
                <w:szCs w:val="24"/>
              </w:rPr>
              <w:t>Literatura dotycząca programów graficznych</w:t>
            </w:r>
          </w:p>
          <w:p w14:paraId="7350263C" w14:textId="77777777" w:rsidR="003930E0" w:rsidRPr="000B4314" w:rsidRDefault="003930E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1EE5976" w14:textId="77777777" w:rsidR="0085747A" w:rsidRPr="000B43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EAC9B3" w14:textId="77777777" w:rsidR="0085747A" w:rsidRPr="000B431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D48BCF5" w14:textId="77777777" w:rsidR="0085747A" w:rsidRPr="000B4314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0B4314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B4314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6849F" w14:textId="77777777" w:rsidR="00306858" w:rsidRDefault="00306858" w:rsidP="00C16ABF">
      <w:pPr>
        <w:spacing w:after="0" w:line="240" w:lineRule="auto"/>
      </w:pPr>
      <w:r>
        <w:separator/>
      </w:r>
    </w:p>
  </w:endnote>
  <w:endnote w:type="continuationSeparator" w:id="0">
    <w:p w14:paraId="0A9A0FD0" w14:textId="77777777" w:rsidR="00306858" w:rsidRDefault="003068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57A329" w14:textId="77777777" w:rsidR="00306858" w:rsidRDefault="00306858" w:rsidP="00C16ABF">
      <w:pPr>
        <w:spacing w:after="0" w:line="240" w:lineRule="auto"/>
      </w:pPr>
      <w:r>
        <w:separator/>
      </w:r>
    </w:p>
  </w:footnote>
  <w:footnote w:type="continuationSeparator" w:id="0">
    <w:p w14:paraId="3CB5814C" w14:textId="77777777" w:rsidR="00306858" w:rsidRDefault="00306858" w:rsidP="00C16ABF">
      <w:pPr>
        <w:spacing w:after="0" w:line="240" w:lineRule="auto"/>
      </w:pPr>
      <w:r>
        <w:continuationSeparator/>
      </w:r>
    </w:p>
  </w:footnote>
  <w:footnote w:id="1">
    <w:p w14:paraId="469030C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2356"/>
    <w:rsid w:val="00015B8F"/>
    <w:rsid w:val="000221AF"/>
    <w:rsid w:val="00022ECE"/>
    <w:rsid w:val="00024167"/>
    <w:rsid w:val="00025035"/>
    <w:rsid w:val="00042A51"/>
    <w:rsid w:val="00042D2E"/>
    <w:rsid w:val="00044C82"/>
    <w:rsid w:val="00070ED6"/>
    <w:rsid w:val="000717D2"/>
    <w:rsid w:val="000742DC"/>
    <w:rsid w:val="00083F2E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314"/>
    <w:rsid w:val="000D04B0"/>
    <w:rsid w:val="000F1C57"/>
    <w:rsid w:val="000F5615"/>
    <w:rsid w:val="000F7209"/>
    <w:rsid w:val="001001CD"/>
    <w:rsid w:val="00103272"/>
    <w:rsid w:val="001114E1"/>
    <w:rsid w:val="00112060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558F"/>
    <w:rsid w:val="00166A03"/>
    <w:rsid w:val="001718A7"/>
    <w:rsid w:val="001737CF"/>
    <w:rsid w:val="001759FA"/>
    <w:rsid w:val="00176083"/>
    <w:rsid w:val="001770C7"/>
    <w:rsid w:val="0018004B"/>
    <w:rsid w:val="00192F37"/>
    <w:rsid w:val="00197548"/>
    <w:rsid w:val="001A6232"/>
    <w:rsid w:val="001A70D2"/>
    <w:rsid w:val="001D205D"/>
    <w:rsid w:val="001D657B"/>
    <w:rsid w:val="001D7B54"/>
    <w:rsid w:val="001E0209"/>
    <w:rsid w:val="001E325D"/>
    <w:rsid w:val="001E3B1E"/>
    <w:rsid w:val="001F2CA2"/>
    <w:rsid w:val="00203356"/>
    <w:rsid w:val="002144C0"/>
    <w:rsid w:val="0022477D"/>
    <w:rsid w:val="002278A9"/>
    <w:rsid w:val="002336F9"/>
    <w:rsid w:val="0024028F"/>
    <w:rsid w:val="00244ABC"/>
    <w:rsid w:val="00275BAE"/>
    <w:rsid w:val="00275F0B"/>
    <w:rsid w:val="00281FF2"/>
    <w:rsid w:val="002857DE"/>
    <w:rsid w:val="00285A72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6E4"/>
    <w:rsid w:val="003018BA"/>
    <w:rsid w:val="0030395F"/>
    <w:rsid w:val="00305C92"/>
    <w:rsid w:val="00306858"/>
    <w:rsid w:val="003151C5"/>
    <w:rsid w:val="003343CF"/>
    <w:rsid w:val="00346FE9"/>
    <w:rsid w:val="0034759A"/>
    <w:rsid w:val="003503F6"/>
    <w:rsid w:val="003530DD"/>
    <w:rsid w:val="00363F78"/>
    <w:rsid w:val="003652A3"/>
    <w:rsid w:val="0038660E"/>
    <w:rsid w:val="003930E0"/>
    <w:rsid w:val="003A0A5B"/>
    <w:rsid w:val="003A1176"/>
    <w:rsid w:val="003C0BAE"/>
    <w:rsid w:val="003D18A9"/>
    <w:rsid w:val="003D6CE2"/>
    <w:rsid w:val="003E1941"/>
    <w:rsid w:val="003E2FE6"/>
    <w:rsid w:val="003E49D5"/>
    <w:rsid w:val="003E557A"/>
    <w:rsid w:val="003E72EB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088B"/>
    <w:rsid w:val="004840FD"/>
    <w:rsid w:val="00490F7D"/>
    <w:rsid w:val="00491678"/>
    <w:rsid w:val="004968E2"/>
    <w:rsid w:val="004A3EEA"/>
    <w:rsid w:val="004A4D1F"/>
    <w:rsid w:val="004B34F2"/>
    <w:rsid w:val="004D5282"/>
    <w:rsid w:val="004F1551"/>
    <w:rsid w:val="004F55A3"/>
    <w:rsid w:val="0050496F"/>
    <w:rsid w:val="00513B6F"/>
    <w:rsid w:val="00517C63"/>
    <w:rsid w:val="00521D4E"/>
    <w:rsid w:val="00526C94"/>
    <w:rsid w:val="00535317"/>
    <w:rsid w:val="005363C4"/>
    <w:rsid w:val="00536BDE"/>
    <w:rsid w:val="00543ACC"/>
    <w:rsid w:val="0056128D"/>
    <w:rsid w:val="0056696D"/>
    <w:rsid w:val="00573EF9"/>
    <w:rsid w:val="0057751A"/>
    <w:rsid w:val="0059484D"/>
    <w:rsid w:val="005A0855"/>
    <w:rsid w:val="005A3196"/>
    <w:rsid w:val="005B7616"/>
    <w:rsid w:val="005C080F"/>
    <w:rsid w:val="005C55E5"/>
    <w:rsid w:val="005C696A"/>
    <w:rsid w:val="005E02B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54FFA"/>
    <w:rsid w:val="006620D9"/>
    <w:rsid w:val="00671958"/>
    <w:rsid w:val="00674A65"/>
    <w:rsid w:val="00675843"/>
    <w:rsid w:val="00683909"/>
    <w:rsid w:val="00694B05"/>
    <w:rsid w:val="00696477"/>
    <w:rsid w:val="006D050F"/>
    <w:rsid w:val="006D2ACF"/>
    <w:rsid w:val="006D6139"/>
    <w:rsid w:val="006E5D65"/>
    <w:rsid w:val="006F1282"/>
    <w:rsid w:val="006F1FBC"/>
    <w:rsid w:val="006F31E2"/>
    <w:rsid w:val="00704829"/>
    <w:rsid w:val="00706544"/>
    <w:rsid w:val="007072BA"/>
    <w:rsid w:val="0071620A"/>
    <w:rsid w:val="007238CE"/>
    <w:rsid w:val="00723EBC"/>
    <w:rsid w:val="00724677"/>
    <w:rsid w:val="00725459"/>
    <w:rsid w:val="007327BD"/>
    <w:rsid w:val="00733EBE"/>
    <w:rsid w:val="00734608"/>
    <w:rsid w:val="00745302"/>
    <w:rsid w:val="007461D6"/>
    <w:rsid w:val="00746389"/>
    <w:rsid w:val="00746EC8"/>
    <w:rsid w:val="0075384A"/>
    <w:rsid w:val="00763BF1"/>
    <w:rsid w:val="00766FD4"/>
    <w:rsid w:val="0078168C"/>
    <w:rsid w:val="00787C2A"/>
    <w:rsid w:val="00790E27"/>
    <w:rsid w:val="00791ACF"/>
    <w:rsid w:val="007A2D80"/>
    <w:rsid w:val="007A4022"/>
    <w:rsid w:val="007A6E6E"/>
    <w:rsid w:val="007C3299"/>
    <w:rsid w:val="007C3BCC"/>
    <w:rsid w:val="007C4546"/>
    <w:rsid w:val="007C526E"/>
    <w:rsid w:val="007D6E56"/>
    <w:rsid w:val="007F1652"/>
    <w:rsid w:val="007F4155"/>
    <w:rsid w:val="007F4CE9"/>
    <w:rsid w:val="0081554D"/>
    <w:rsid w:val="0081707E"/>
    <w:rsid w:val="008449B3"/>
    <w:rsid w:val="0085747A"/>
    <w:rsid w:val="00884922"/>
    <w:rsid w:val="008859AE"/>
    <w:rsid w:val="00885F64"/>
    <w:rsid w:val="008913EA"/>
    <w:rsid w:val="008917F9"/>
    <w:rsid w:val="008A45F7"/>
    <w:rsid w:val="008A7F73"/>
    <w:rsid w:val="008C0CC0"/>
    <w:rsid w:val="008C19A9"/>
    <w:rsid w:val="008C379D"/>
    <w:rsid w:val="008C5147"/>
    <w:rsid w:val="008C5359"/>
    <w:rsid w:val="008C5363"/>
    <w:rsid w:val="008D22D1"/>
    <w:rsid w:val="008D2902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B65A8"/>
    <w:rsid w:val="009C1331"/>
    <w:rsid w:val="009C3E31"/>
    <w:rsid w:val="009C54AE"/>
    <w:rsid w:val="009C5A7D"/>
    <w:rsid w:val="009C625B"/>
    <w:rsid w:val="009C788E"/>
    <w:rsid w:val="009D2C06"/>
    <w:rsid w:val="009E3B41"/>
    <w:rsid w:val="009F3C5C"/>
    <w:rsid w:val="009F4610"/>
    <w:rsid w:val="009F62BE"/>
    <w:rsid w:val="00A00ECC"/>
    <w:rsid w:val="00A04F38"/>
    <w:rsid w:val="00A12C7F"/>
    <w:rsid w:val="00A155EE"/>
    <w:rsid w:val="00A2245B"/>
    <w:rsid w:val="00A27430"/>
    <w:rsid w:val="00A30110"/>
    <w:rsid w:val="00A36899"/>
    <w:rsid w:val="00A371F6"/>
    <w:rsid w:val="00A37EBD"/>
    <w:rsid w:val="00A4164F"/>
    <w:rsid w:val="00A43BF6"/>
    <w:rsid w:val="00A53FA5"/>
    <w:rsid w:val="00A54817"/>
    <w:rsid w:val="00A601C8"/>
    <w:rsid w:val="00A60799"/>
    <w:rsid w:val="00A84C85"/>
    <w:rsid w:val="00A97DE1"/>
    <w:rsid w:val="00AA4733"/>
    <w:rsid w:val="00AB053C"/>
    <w:rsid w:val="00AB10B4"/>
    <w:rsid w:val="00AB25A9"/>
    <w:rsid w:val="00AB4FB2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4B1F"/>
    <w:rsid w:val="00B75946"/>
    <w:rsid w:val="00B8056E"/>
    <w:rsid w:val="00B819C8"/>
    <w:rsid w:val="00B82308"/>
    <w:rsid w:val="00B90885"/>
    <w:rsid w:val="00BB31A2"/>
    <w:rsid w:val="00BB3293"/>
    <w:rsid w:val="00BB520A"/>
    <w:rsid w:val="00BD3869"/>
    <w:rsid w:val="00BD6408"/>
    <w:rsid w:val="00BD66E9"/>
    <w:rsid w:val="00BD6FF4"/>
    <w:rsid w:val="00BF2C41"/>
    <w:rsid w:val="00C058B4"/>
    <w:rsid w:val="00C05F44"/>
    <w:rsid w:val="00C131B5"/>
    <w:rsid w:val="00C16ABF"/>
    <w:rsid w:val="00C170AE"/>
    <w:rsid w:val="00C17F97"/>
    <w:rsid w:val="00C23EC5"/>
    <w:rsid w:val="00C26CB7"/>
    <w:rsid w:val="00C324C1"/>
    <w:rsid w:val="00C36992"/>
    <w:rsid w:val="00C56036"/>
    <w:rsid w:val="00C61DC5"/>
    <w:rsid w:val="00C671A9"/>
    <w:rsid w:val="00C67E92"/>
    <w:rsid w:val="00C70A26"/>
    <w:rsid w:val="00C729BF"/>
    <w:rsid w:val="00C766DF"/>
    <w:rsid w:val="00C84119"/>
    <w:rsid w:val="00C94B98"/>
    <w:rsid w:val="00CA2B96"/>
    <w:rsid w:val="00CA5089"/>
    <w:rsid w:val="00CB42CB"/>
    <w:rsid w:val="00CC3BA1"/>
    <w:rsid w:val="00CC5495"/>
    <w:rsid w:val="00CD6897"/>
    <w:rsid w:val="00CE5BAC"/>
    <w:rsid w:val="00CF25BE"/>
    <w:rsid w:val="00CF78ED"/>
    <w:rsid w:val="00D02B25"/>
    <w:rsid w:val="00D02EBA"/>
    <w:rsid w:val="00D03758"/>
    <w:rsid w:val="00D04797"/>
    <w:rsid w:val="00D17C3C"/>
    <w:rsid w:val="00D26B2C"/>
    <w:rsid w:val="00D352C9"/>
    <w:rsid w:val="00D425B2"/>
    <w:rsid w:val="00D428D6"/>
    <w:rsid w:val="00D51F91"/>
    <w:rsid w:val="00D552B2"/>
    <w:rsid w:val="00D608D1"/>
    <w:rsid w:val="00D629C9"/>
    <w:rsid w:val="00D74119"/>
    <w:rsid w:val="00D8075B"/>
    <w:rsid w:val="00D8678B"/>
    <w:rsid w:val="00DA2114"/>
    <w:rsid w:val="00DC7789"/>
    <w:rsid w:val="00DD403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FF6"/>
    <w:rsid w:val="00E76287"/>
    <w:rsid w:val="00E77E88"/>
    <w:rsid w:val="00E80F4C"/>
    <w:rsid w:val="00E8107D"/>
    <w:rsid w:val="00E960BB"/>
    <w:rsid w:val="00E9661A"/>
    <w:rsid w:val="00EA2074"/>
    <w:rsid w:val="00EA4832"/>
    <w:rsid w:val="00EA4E9D"/>
    <w:rsid w:val="00EC4899"/>
    <w:rsid w:val="00EC74CC"/>
    <w:rsid w:val="00ED03AB"/>
    <w:rsid w:val="00ED32D2"/>
    <w:rsid w:val="00EE32DE"/>
    <w:rsid w:val="00EE5457"/>
    <w:rsid w:val="00F070AB"/>
    <w:rsid w:val="00F17567"/>
    <w:rsid w:val="00F27A7B"/>
    <w:rsid w:val="00F46DA9"/>
    <w:rsid w:val="00F50FB8"/>
    <w:rsid w:val="00F526AF"/>
    <w:rsid w:val="00F617C3"/>
    <w:rsid w:val="00F7066B"/>
    <w:rsid w:val="00F75E4E"/>
    <w:rsid w:val="00F83B28"/>
    <w:rsid w:val="00F940F9"/>
    <w:rsid w:val="00F95DE0"/>
    <w:rsid w:val="00FA46E5"/>
    <w:rsid w:val="00FB3AAA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86379"/>
  <w15:docId w15:val="{6FA1F8CD-0E77-4257-8C16-144CBD000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19754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197548"/>
    <w:rPr>
      <w:rFonts w:eastAsia="Times New Roman"/>
      <w:b/>
      <w:bCs/>
      <w:kern w:val="36"/>
      <w:sz w:val="48"/>
      <w:szCs w:val="4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32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32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327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2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27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5E1A5-0829-4FE7-B510-DDF8B77F2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28</TotalTime>
  <Pages>4</Pages>
  <Words>907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cp:lastPrinted>2020-01-14T12:48:00Z</cp:lastPrinted>
  <dcterms:created xsi:type="dcterms:W3CDTF">2022-03-28T09:55:00Z</dcterms:created>
  <dcterms:modified xsi:type="dcterms:W3CDTF">2023-04-20T07:13:00Z</dcterms:modified>
</cp:coreProperties>
</file>